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0E398E">
        <w:rPr>
          <w:rFonts w:ascii="Cambria" w:eastAsia="Calibri" w:hAnsi="Cambria"/>
          <w:sz w:val="22"/>
          <w:szCs w:val="22"/>
        </w:rPr>
        <w:t xml:space="preserve">Dostawa </w:t>
      </w:r>
      <w:r w:rsidR="00701156" w:rsidRPr="00701156">
        <w:rPr>
          <w:rFonts w:ascii="Cambria" w:eastAsia="Calibri" w:hAnsi="Cambria"/>
          <w:sz w:val="22"/>
          <w:szCs w:val="22"/>
        </w:rPr>
        <w:t>materiałów opatrunkowych z podziałem na części</w:t>
      </w:r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bookmarkEnd w:id="0"/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2B6" w:rsidRDefault="003B52B6" w:rsidP="00292E6C">
      <w:r>
        <w:separator/>
      </w:r>
    </w:p>
  </w:endnote>
  <w:endnote w:type="continuationSeparator" w:id="0">
    <w:p w:rsidR="003B52B6" w:rsidRDefault="003B52B6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2B6" w:rsidRDefault="003B52B6" w:rsidP="00292E6C">
      <w:r>
        <w:separator/>
      </w:r>
    </w:p>
  </w:footnote>
  <w:footnote w:type="continuationSeparator" w:id="0">
    <w:p w:rsidR="003B52B6" w:rsidRDefault="003B52B6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0F4576">
      <w:rPr>
        <w:rFonts w:ascii="Arial" w:hAnsi="Arial"/>
        <w:noProof/>
        <w:lang w:eastAsia="pl-PL"/>
      </w:rPr>
      <w:t>k sprawy: SP ZOZ NZZP II 2400/45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0F4576"/>
    <w:rsid w:val="000F71A5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B52B6"/>
    <w:rsid w:val="003D361E"/>
    <w:rsid w:val="003E0970"/>
    <w:rsid w:val="003F6224"/>
    <w:rsid w:val="0040452C"/>
    <w:rsid w:val="00404C86"/>
    <w:rsid w:val="00417D3E"/>
    <w:rsid w:val="00425345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031EA"/>
    <w:rsid w:val="006208F4"/>
    <w:rsid w:val="0069006C"/>
    <w:rsid w:val="006B3C10"/>
    <w:rsid w:val="006F237B"/>
    <w:rsid w:val="00701156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23FDD"/>
    <w:rsid w:val="00E3208C"/>
    <w:rsid w:val="00E43166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74</cp:revision>
  <cp:lastPrinted>2018-01-12T09:22:00Z</cp:lastPrinted>
  <dcterms:created xsi:type="dcterms:W3CDTF">2018-03-08T08:43:00Z</dcterms:created>
  <dcterms:modified xsi:type="dcterms:W3CDTF">2020-10-21T12:34:00Z</dcterms:modified>
</cp:coreProperties>
</file>